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366654" w:rsidP="00366654">
      <w:pPr>
        <w:pStyle w:val="Titel"/>
      </w:pPr>
      <w:r>
        <w:t>Rede indirekt wiedergeben – Konjunktiv I bei Nomen und Pronomen im Singular (3. Person)</w:t>
      </w:r>
    </w:p>
    <w:p w:rsidR="00366654" w:rsidRPr="00366654" w:rsidRDefault="00366654" w:rsidP="00366654">
      <w:pPr>
        <w:pStyle w:val="Textkrper"/>
        <w:rPr>
          <w:sz w:val="28"/>
          <w:szCs w:val="28"/>
        </w:rPr>
      </w:pPr>
    </w:p>
    <w:p w:rsidR="00366654" w:rsidRPr="00366654" w:rsidRDefault="00366654" w:rsidP="00366654">
      <w:pPr>
        <w:pStyle w:val="Textkrper"/>
        <w:rPr>
          <w:sz w:val="28"/>
          <w:szCs w:val="28"/>
        </w:rPr>
      </w:pPr>
      <w:r w:rsidRPr="00366654">
        <w:rPr>
          <w:sz w:val="28"/>
          <w:szCs w:val="28"/>
        </w:rPr>
        <w:t>Frau Merkel:</w:t>
      </w:r>
      <w:r w:rsidRPr="00366654">
        <w:rPr>
          <w:sz w:val="28"/>
          <w:szCs w:val="28"/>
        </w:rPr>
        <w:tab/>
      </w:r>
      <w:r w:rsidRPr="00366654">
        <w:rPr>
          <w:sz w:val="28"/>
          <w:szCs w:val="28"/>
        </w:rPr>
        <w:tab/>
        <w:t xml:space="preserve">„Es </w:t>
      </w:r>
      <w:r w:rsidRPr="00366654">
        <w:rPr>
          <w:b/>
          <w:sz w:val="28"/>
          <w:szCs w:val="28"/>
        </w:rPr>
        <w:t>gibt</w:t>
      </w:r>
      <w:r w:rsidRPr="00366654">
        <w:rPr>
          <w:sz w:val="28"/>
          <w:szCs w:val="28"/>
        </w:rPr>
        <w:t xml:space="preserve"> keine Lösung.“</w:t>
      </w:r>
      <w:r w:rsidRPr="00366654">
        <w:rPr>
          <w:sz w:val="28"/>
          <w:szCs w:val="28"/>
        </w:rPr>
        <w:tab/>
      </w:r>
      <w:r w:rsidRPr="00366654">
        <w:rPr>
          <w:sz w:val="28"/>
          <w:szCs w:val="28"/>
        </w:rPr>
        <w:tab/>
      </w:r>
      <w:r w:rsidRPr="00366654">
        <w:rPr>
          <w:sz w:val="28"/>
          <w:szCs w:val="28"/>
        </w:rPr>
        <w:tab/>
      </w:r>
      <w:r w:rsidRPr="00366654">
        <w:rPr>
          <w:sz w:val="28"/>
          <w:szCs w:val="28"/>
        </w:rPr>
        <w:tab/>
        <w:t xml:space="preserve">„Ich </w:t>
      </w:r>
      <w:r w:rsidRPr="00366654">
        <w:rPr>
          <w:b/>
          <w:sz w:val="28"/>
          <w:szCs w:val="28"/>
        </w:rPr>
        <w:t>wünsche</w:t>
      </w:r>
      <w:r w:rsidRPr="00366654">
        <w:rPr>
          <w:sz w:val="28"/>
          <w:szCs w:val="28"/>
        </w:rPr>
        <w:t xml:space="preserve"> mir Frieden!“</w:t>
      </w:r>
    </w:p>
    <w:p w:rsidR="00366654" w:rsidRPr="00366654" w:rsidRDefault="00366654" w:rsidP="00366654">
      <w:pPr>
        <w:pStyle w:val="Textkrper"/>
        <w:rPr>
          <w:sz w:val="28"/>
          <w:szCs w:val="28"/>
        </w:rPr>
      </w:pPr>
    </w:p>
    <w:p w:rsidR="00366654" w:rsidRPr="00366654" w:rsidRDefault="00366654" w:rsidP="00366654">
      <w:pPr>
        <w:pStyle w:val="Textkrper"/>
        <w:rPr>
          <w:sz w:val="28"/>
          <w:szCs w:val="28"/>
        </w:rPr>
      </w:pPr>
      <w:r w:rsidRPr="00366654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4024651" wp14:editId="56506246">
                <wp:simplePos x="0" y="0"/>
                <wp:positionH relativeFrom="column">
                  <wp:posOffset>4707255</wp:posOffset>
                </wp:positionH>
                <wp:positionV relativeFrom="paragraph">
                  <wp:posOffset>24765</wp:posOffset>
                </wp:positionV>
                <wp:extent cx="2000250" cy="673100"/>
                <wp:effectExtent l="38100" t="0" r="0" b="31750"/>
                <wp:wrapNone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250" cy="673100"/>
                          <a:chOff x="0" y="0"/>
                          <a:chExt cx="2000250" cy="673100"/>
                        </a:xfrm>
                      </wpg:grpSpPr>
                      <wps:wsp>
                        <wps:cNvPr id="10" name="Pfeil nach unten 10"/>
                        <wps:cNvSpPr/>
                        <wps:spPr>
                          <a:xfrm>
                            <a:off x="0" y="0"/>
                            <a:ext cx="2000250" cy="673100"/>
                          </a:xfrm>
                          <a:prstGeom prst="downArrow">
                            <a:avLst>
                              <a:gd name="adj1" fmla="val 50000"/>
                              <a:gd name="adj2" fmla="val 34375"/>
                            </a:avLst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feld 11"/>
                        <wps:cNvSpPr txBox="1"/>
                        <wps:spPr>
                          <a:xfrm>
                            <a:off x="488950" y="57150"/>
                            <a:ext cx="971550" cy="330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54" w:rsidRPr="00EF51D4" w:rsidRDefault="00366654" w:rsidP="00366654">
                              <w:pPr>
                                <w:rPr>
                                  <w:rFonts w:ascii="Candara" w:hAnsi="Candar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andara" w:hAnsi="Candara"/>
                                  <w:sz w:val="28"/>
                                  <w:szCs w:val="28"/>
                                </w:rPr>
                                <w:t>wünschen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2" o:spid="_x0000_s1026" style="position:absolute;left:0;text-align:left;margin-left:370.65pt;margin-top:1.95pt;width:157.5pt;height:53pt;z-index:251660288" coordsize="20002,6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"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feil nach unten 10" o:spid="_x0000_s1027" type="#_x0000_t67" style="position:absolute;width:20002;height:6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TfyMQA&#10;AADbAAAADwAAAGRycy9kb3ducmV2LnhtbESPT2/CMAzF75P4DpGRuI10ICHWEdA0hsSVPwd2sxqv&#10;qWicqgm08OnxAYmbrff83s+LVe9rdaU2VoENfIwzUMRFsBWXBo6HzfscVEzIFuvAZOBGEVbLwdsC&#10;cxs63tF1n0olIRxzNOBSanKtY+HIYxyHhli0/9B6TLK2pbYtdhLuaz3Jspn2WLE0OGzox1Fx3l+8&#10;gcNpcp/OPvXv+rLe/E135+7oys6Y0bD//gKVqE8v8/N6awVf6OUXGUA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k38jEAAAA2wAAAA8AAAAAAAAAAAAAAAAAmAIAAGRycy9k&#10;b3ducmV2LnhtbFBLBQYAAAAABAAEAPUAAACJAwAAAAA=&#10;" adj="14175" filled="f" strokecolor="black [3213]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1" o:spid="_x0000_s1028" type="#_x0000_t202" style="position:absolute;left:4889;top:571;width:9716;height:33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<v:textbox>
                    <w:txbxContent>
                      <w:p w:rsidR="00366654" w:rsidRPr="00EF51D4" w:rsidRDefault="00366654" w:rsidP="00366654">
                        <w:pPr>
                          <w:rPr>
                            <w:rFonts w:ascii="Candara" w:hAnsi="Candar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andara" w:hAnsi="Candara"/>
                            <w:sz w:val="28"/>
                            <w:szCs w:val="28"/>
                          </w:rPr>
                          <w:t>wünschen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66654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4D6F0E4" wp14:editId="24E45663">
                <wp:simplePos x="0" y="0"/>
                <wp:positionH relativeFrom="column">
                  <wp:posOffset>1443355</wp:posOffset>
                </wp:positionH>
                <wp:positionV relativeFrom="paragraph">
                  <wp:posOffset>24765</wp:posOffset>
                </wp:positionV>
                <wp:extent cx="1606550" cy="673100"/>
                <wp:effectExtent l="38100" t="0" r="0" b="31750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550" cy="673100"/>
                          <a:chOff x="0" y="0"/>
                          <a:chExt cx="1606550" cy="673100"/>
                        </a:xfrm>
                      </wpg:grpSpPr>
                      <wps:wsp>
                        <wps:cNvPr id="3" name="Pfeil nach unten 3"/>
                        <wps:cNvSpPr/>
                        <wps:spPr>
                          <a:xfrm>
                            <a:off x="0" y="0"/>
                            <a:ext cx="1606550" cy="673100"/>
                          </a:xfrm>
                          <a:prstGeom prst="downArrow">
                            <a:avLst>
                              <a:gd name="adj1" fmla="val 50000"/>
                              <a:gd name="adj2" fmla="val 34375"/>
                            </a:avLst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feld 4"/>
                        <wps:cNvSpPr txBox="1"/>
                        <wps:spPr>
                          <a:xfrm>
                            <a:off x="450850" y="57150"/>
                            <a:ext cx="717550" cy="330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54" w:rsidRPr="00EF51D4" w:rsidRDefault="00366654" w:rsidP="00366654">
                              <w:pPr>
                                <w:rPr>
                                  <w:rFonts w:ascii="Candara" w:hAnsi="Candara"/>
                                  <w:sz w:val="28"/>
                                  <w:szCs w:val="28"/>
                                </w:rPr>
                              </w:pPr>
                              <w:r w:rsidRPr="00EF51D4">
                                <w:rPr>
                                  <w:rFonts w:ascii="Candara" w:hAnsi="Candara"/>
                                  <w:sz w:val="28"/>
                                  <w:szCs w:val="28"/>
                                </w:rPr>
                                <w:t>geben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" o:spid="_x0000_s1029" style="position:absolute;left:0;text-align:left;margin-left:113.65pt;margin-top:1.95pt;width:126.5pt;height:53pt;z-index:251659264" coordsize="16065,6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">
                <v:shape id="Pfeil nach unten 3" o:spid="_x0000_s1030" type="#_x0000_t67" style="position:absolute;width:16065;height:6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5i18MA&#10;AADaAAAADwAAAGRycy9kb3ducmV2LnhtbESPQWvCQBSE7wX/w/IKvdVNDQQbXaVoA71GPdTbI/ua&#10;DWbfhuyaRH99t1DwOMzMN8x6O9lWDNT7xrGCt3kCgrhyuuFawelYvC5B+ICssXVMCm7kYbuZPa0x&#10;127kkoZDqEWEsM9RgQmhy6X0lSGLfu464uj9uN5iiLKvpe5xjHDbykWSZNJiw3HBYEc7Q9XlcLUK&#10;jt+Le5q9y8/9dV+c0/Iynkw9KvXyPH2sQASawiP83/7SClL4uxJv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25i18MAAADaAAAADwAAAAAAAAAAAAAAAACYAgAAZHJzL2Rv&#10;d25yZXYueG1sUEsFBgAAAAAEAAQA9QAAAIgDAAAAAA==&#10;" adj="14175" filled="f" strokecolor="black [3213]" strokeweight=".5pt"/>
                <v:shape id="Textfeld 4" o:spid="_x0000_s1031" type="#_x0000_t202" style="position:absolute;left:4508;top:571;width:7176;height:33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<v:textbox>
                    <w:txbxContent>
                      <w:p w:rsidR="00366654" w:rsidRPr="00EF51D4" w:rsidRDefault="00366654" w:rsidP="00366654">
                        <w:pPr>
                          <w:rPr>
                            <w:rFonts w:ascii="Candara" w:hAnsi="Candara"/>
                            <w:sz w:val="28"/>
                            <w:szCs w:val="28"/>
                          </w:rPr>
                        </w:pPr>
                        <w:r w:rsidRPr="00EF51D4">
                          <w:rPr>
                            <w:rFonts w:ascii="Candara" w:hAnsi="Candara"/>
                            <w:sz w:val="28"/>
                            <w:szCs w:val="28"/>
                          </w:rPr>
                          <w:t>geben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66654" w:rsidRPr="00366654" w:rsidRDefault="00366654" w:rsidP="00366654">
      <w:pPr>
        <w:pStyle w:val="Textkrper"/>
        <w:rPr>
          <w:sz w:val="28"/>
          <w:szCs w:val="28"/>
        </w:rPr>
      </w:pPr>
    </w:p>
    <w:p w:rsidR="00366654" w:rsidRPr="00366654" w:rsidRDefault="00366654" w:rsidP="00366654">
      <w:pPr>
        <w:pStyle w:val="Textkrper"/>
        <w:rPr>
          <w:sz w:val="28"/>
          <w:szCs w:val="28"/>
        </w:rPr>
      </w:pPr>
    </w:p>
    <w:p w:rsidR="00366654" w:rsidRPr="00366654" w:rsidRDefault="00366654" w:rsidP="00366654">
      <w:pPr>
        <w:pStyle w:val="Textkrper"/>
        <w:rPr>
          <w:sz w:val="28"/>
          <w:szCs w:val="28"/>
        </w:rPr>
      </w:pPr>
    </w:p>
    <w:p w:rsidR="00366654" w:rsidRPr="00366654" w:rsidRDefault="00366654" w:rsidP="00366654">
      <w:pPr>
        <w:pStyle w:val="Textkrper"/>
        <w:rPr>
          <w:sz w:val="28"/>
          <w:szCs w:val="28"/>
        </w:rPr>
      </w:pPr>
      <w:r w:rsidRPr="00366654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6D2DB98" wp14:editId="423F48EF">
                <wp:simplePos x="0" y="0"/>
                <wp:positionH relativeFrom="column">
                  <wp:posOffset>4707255</wp:posOffset>
                </wp:positionH>
                <wp:positionV relativeFrom="paragraph">
                  <wp:posOffset>172720</wp:posOffset>
                </wp:positionV>
                <wp:extent cx="2000250" cy="673100"/>
                <wp:effectExtent l="38100" t="0" r="0" b="31750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250" cy="673100"/>
                          <a:chOff x="0" y="0"/>
                          <a:chExt cx="2000250" cy="673100"/>
                        </a:xfrm>
                      </wpg:grpSpPr>
                      <wps:wsp>
                        <wps:cNvPr id="17" name="Pfeil nach unten 17"/>
                        <wps:cNvSpPr/>
                        <wps:spPr>
                          <a:xfrm>
                            <a:off x="0" y="0"/>
                            <a:ext cx="2000250" cy="673100"/>
                          </a:xfrm>
                          <a:prstGeom prst="downArrow">
                            <a:avLst>
                              <a:gd name="adj1" fmla="val 50000"/>
                              <a:gd name="adj2" fmla="val 34375"/>
                            </a:avLst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feld 18"/>
                        <wps:cNvSpPr txBox="1"/>
                        <wps:spPr>
                          <a:xfrm>
                            <a:off x="488950" y="57150"/>
                            <a:ext cx="971550" cy="330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54" w:rsidRPr="00EF51D4" w:rsidRDefault="00366654" w:rsidP="00366654">
                              <w:pPr>
                                <w:rPr>
                                  <w:rFonts w:ascii="Candara" w:hAnsi="Candar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andara" w:hAnsi="Candara"/>
                                  <w:sz w:val="28"/>
                                  <w:szCs w:val="28"/>
                                </w:rPr>
                                <w:t>wünsche</w:t>
                              </w:r>
                              <w:r w:rsidRPr="00A90A1E">
                                <w:rPr>
                                  <w:rFonts w:ascii="Candara" w:hAnsi="Candara"/>
                                  <w:b/>
                                  <w:strike/>
                                  <w:sz w:val="28"/>
                                  <w:szCs w:val="28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6" o:spid="_x0000_s1032" style="position:absolute;left:0;text-align:left;margin-left:370.65pt;margin-top:13.6pt;width:157.5pt;height:53pt;z-index:251662336" coordsize="20002,6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">
                <v:shape id="Pfeil nach unten 17" o:spid="_x0000_s1033" type="#_x0000_t67" style="position:absolute;width:20002;height:6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1HvMEA&#10;AADbAAAADwAAAGRycy9kb3ducmV2LnhtbERPS4vCMBC+C/sfwix401QFH9Uoy6rgVeth9zY0Y1Ns&#10;JqWJtru/3giCt/n4nrPadLYSd2p86VjBaJiAIM6dLrlQcM72gzkIH5A1Vo5JwR952Kw/eitMtWv5&#10;SPdTKEQMYZ+iAhNCnUrpc0MW/dDVxJG7uMZiiLAppG6wjeG2kuMkmUqLJccGgzV9G8qvp5tVkP2M&#10;/yfThdxtb9v97+R4bc+maJXqf3ZfSxCBuvAWv9wHHefP4PlLP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NR7zBAAAA2wAAAA8AAAAAAAAAAAAAAAAAmAIAAGRycy9kb3du&#10;cmV2LnhtbFBLBQYAAAAABAAEAPUAAACGAwAAAAA=&#10;" adj="14175" filled="f" strokecolor="black [3213]" strokeweight=".5pt"/>
                <v:shape id="Textfeld 18" o:spid="_x0000_s1034" type="#_x0000_t202" style="position:absolute;left:4889;top:571;width:9716;height:33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:rsidR="00366654" w:rsidRPr="00EF51D4" w:rsidRDefault="00366654" w:rsidP="00366654">
                        <w:pPr>
                          <w:rPr>
                            <w:rFonts w:ascii="Candara" w:hAnsi="Candar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andara" w:hAnsi="Candara"/>
                            <w:sz w:val="28"/>
                            <w:szCs w:val="28"/>
                          </w:rPr>
                          <w:t>wünsche</w:t>
                        </w:r>
                        <w:r w:rsidRPr="00A90A1E">
                          <w:rPr>
                            <w:rFonts w:ascii="Candara" w:hAnsi="Candara"/>
                            <w:b/>
                            <w:strike/>
                            <w:sz w:val="28"/>
                            <w:szCs w:val="28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66654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0DDD630" wp14:editId="296EAF5A">
                <wp:simplePos x="0" y="0"/>
                <wp:positionH relativeFrom="column">
                  <wp:posOffset>1443355</wp:posOffset>
                </wp:positionH>
                <wp:positionV relativeFrom="paragraph">
                  <wp:posOffset>204470</wp:posOffset>
                </wp:positionV>
                <wp:extent cx="1606550" cy="673100"/>
                <wp:effectExtent l="38100" t="0" r="0" b="31750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550" cy="673100"/>
                          <a:chOff x="0" y="0"/>
                          <a:chExt cx="1606550" cy="673100"/>
                        </a:xfrm>
                      </wpg:grpSpPr>
                      <wps:wsp>
                        <wps:cNvPr id="14" name="Pfeil nach unten 14"/>
                        <wps:cNvSpPr/>
                        <wps:spPr>
                          <a:xfrm>
                            <a:off x="0" y="0"/>
                            <a:ext cx="1606550" cy="673100"/>
                          </a:xfrm>
                          <a:prstGeom prst="downArrow">
                            <a:avLst>
                              <a:gd name="adj1" fmla="val 50000"/>
                              <a:gd name="adj2" fmla="val 34375"/>
                            </a:avLst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feld 15"/>
                        <wps:cNvSpPr txBox="1"/>
                        <wps:spPr>
                          <a:xfrm>
                            <a:off x="450850" y="57150"/>
                            <a:ext cx="717550" cy="330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54" w:rsidRPr="00EF51D4" w:rsidRDefault="00366654" w:rsidP="00366654">
                              <w:pPr>
                                <w:rPr>
                                  <w:rFonts w:ascii="Candara" w:hAnsi="Candara"/>
                                  <w:sz w:val="28"/>
                                  <w:szCs w:val="28"/>
                                </w:rPr>
                              </w:pPr>
                              <w:r w:rsidRPr="00EF51D4">
                                <w:rPr>
                                  <w:rFonts w:ascii="Candara" w:hAnsi="Candara"/>
                                  <w:sz w:val="28"/>
                                  <w:szCs w:val="28"/>
                                </w:rPr>
                                <w:t>gebe</w:t>
                              </w:r>
                              <w:r w:rsidRPr="00A90A1E">
                                <w:rPr>
                                  <w:rFonts w:ascii="Candara" w:hAnsi="Candara"/>
                                  <w:b/>
                                  <w:strike/>
                                  <w:sz w:val="28"/>
                                  <w:szCs w:val="28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3" o:spid="_x0000_s1035" style="position:absolute;left:0;text-align:left;margin-left:113.65pt;margin-top:16.1pt;width:126.5pt;height:53pt;z-index:251661312" coordsize="16065,6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">
                <v:shape id="Pfeil nach unten 14" o:spid="_x0000_s1036" type="#_x0000_t67" style="position:absolute;width:16065;height:6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/Zy8EA&#10;AADbAAAADwAAAGRycy9kb3ducmV2LnhtbERPS4vCMBC+C/sfwix409QHotUoy6rgVeth9zY0Y1Ns&#10;JqWJtru/3giCt/n4nrPadLYSd2p86VjBaJiAIM6dLrlQcM72gzkIH5A1Vo5JwR952Kw/eitMtWv5&#10;SPdTKEQMYZ+iAhNCnUrpc0MW/dDVxJG7uMZiiLAppG6wjeG2kuMkmUmLJccGgzV9G8qvp5tVkP2M&#10;/yezhdxtb9v97+R4bc+maJXqf3ZfSxCBuvAWv9wHHedP4flLP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f2cvBAAAA2wAAAA8AAAAAAAAAAAAAAAAAmAIAAGRycy9kb3du&#10;cmV2LnhtbFBLBQYAAAAABAAEAPUAAACGAwAAAAA=&#10;" adj="14175" filled="f" strokecolor="black [3213]" strokeweight=".5pt"/>
                <v:shape id="Textfeld 15" o:spid="_x0000_s1037" type="#_x0000_t202" style="position:absolute;left:4508;top:571;width:7176;height:33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<v:textbox>
                    <w:txbxContent>
                      <w:p w:rsidR="00366654" w:rsidRPr="00EF51D4" w:rsidRDefault="00366654" w:rsidP="00366654">
                        <w:pPr>
                          <w:rPr>
                            <w:rFonts w:ascii="Candara" w:hAnsi="Candara"/>
                            <w:sz w:val="28"/>
                            <w:szCs w:val="28"/>
                          </w:rPr>
                        </w:pPr>
                        <w:r w:rsidRPr="00EF51D4">
                          <w:rPr>
                            <w:rFonts w:ascii="Candara" w:hAnsi="Candara"/>
                            <w:sz w:val="28"/>
                            <w:szCs w:val="28"/>
                          </w:rPr>
                          <w:t>gebe</w:t>
                        </w:r>
                        <w:r w:rsidRPr="00A90A1E">
                          <w:rPr>
                            <w:rFonts w:ascii="Candara" w:hAnsi="Candara"/>
                            <w:b/>
                            <w:strike/>
                            <w:sz w:val="28"/>
                            <w:szCs w:val="28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66654" w:rsidRPr="00366654" w:rsidRDefault="00366654" w:rsidP="00366654">
      <w:pPr>
        <w:pStyle w:val="Textkrper"/>
        <w:rPr>
          <w:sz w:val="28"/>
          <w:szCs w:val="28"/>
        </w:rPr>
      </w:pPr>
    </w:p>
    <w:p w:rsidR="00366654" w:rsidRPr="00366654" w:rsidRDefault="00366654" w:rsidP="00366654">
      <w:pPr>
        <w:pStyle w:val="Textkrper"/>
        <w:rPr>
          <w:sz w:val="28"/>
          <w:szCs w:val="28"/>
        </w:rPr>
      </w:pPr>
    </w:p>
    <w:p w:rsidR="00366654" w:rsidRPr="00366654" w:rsidRDefault="00366654" w:rsidP="00366654">
      <w:pPr>
        <w:pStyle w:val="Textkrper"/>
        <w:rPr>
          <w:sz w:val="28"/>
          <w:szCs w:val="28"/>
        </w:rPr>
      </w:pPr>
    </w:p>
    <w:p w:rsidR="00366654" w:rsidRPr="00366654" w:rsidRDefault="00366654" w:rsidP="00366654">
      <w:pPr>
        <w:pStyle w:val="Textkrper"/>
        <w:rPr>
          <w:sz w:val="28"/>
          <w:szCs w:val="28"/>
        </w:rPr>
      </w:pPr>
    </w:p>
    <w:p w:rsidR="00366654" w:rsidRPr="00366654" w:rsidRDefault="00366654" w:rsidP="00366654">
      <w:pPr>
        <w:pStyle w:val="Textkrper"/>
        <w:rPr>
          <w:sz w:val="28"/>
          <w:szCs w:val="28"/>
        </w:rPr>
      </w:pPr>
    </w:p>
    <w:p w:rsidR="00366654" w:rsidRPr="00366654" w:rsidRDefault="00366654" w:rsidP="00366654">
      <w:pPr>
        <w:pStyle w:val="Textkrper"/>
        <w:rPr>
          <w:sz w:val="28"/>
          <w:szCs w:val="28"/>
        </w:rPr>
      </w:pPr>
      <w:r w:rsidRPr="00366654">
        <w:rPr>
          <w:sz w:val="28"/>
          <w:szCs w:val="28"/>
        </w:rPr>
        <w:t xml:space="preserve">Sie sagt, </w:t>
      </w:r>
      <w:r w:rsidRPr="00366654">
        <w:rPr>
          <w:sz w:val="28"/>
          <w:szCs w:val="28"/>
        </w:rPr>
        <w:tab/>
      </w:r>
      <w:r w:rsidRPr="00366654">
        <w:rPr>
          <w:sz w:val="28"/>
          <w:szCs w:val="28"/>
        </w:rPr>
        <w:tab/>
      </w:r>
      <w:r w:rsidRPr="00366654">
        <w:rPr>
          <w:sz w:val="28"/>
          <w:szCs w:val="28"/>
        </w:rPr>
        <w:tab/>
        <w:t xml:space="preserve">es </w:t>
      </w:r>
      <w:r w:rsidRPr="00366654">
        <w:rPr>
          <w:b/>
          <w:sz w:val="28"/>
          <w:szCs w:val="28"/>
        </w:rPr>
        <w:t>gebe</w:t>
      </w:r>
      <w:r w:rsidRPr="00366654">
        <w:rPr>
          <w:sz w:val="28"/>
          <w:szCs w:val="28"/>
        </w:rPr>
        <w:t xml:space="preserve"> keine Lösung.</w:t>
      </w:r>
      <w:r w:rsidRPr="00366654">
        <w:rPr>
          <w:sz w:val="28"/>
          <w:szCs w:val="28"/>
        </w:rPr>
        <w:tab/>
      </w:r>
      <w:r w:rsidRPr="00366654">
        <w:rPr>
          <w:sz w:val="28"/>
          <w:szCs w:val="28"/>
        </w:rPr>
        <w:tab/>
      </w:r>
      <w:r w:rsidRPr="00366654">
        <w:rPr>
          <w:sz w:val="28"/>
          <w:szCs w:val="28"/>
        </w:rPr>
        <w:tab/>
      </w:r>
      <w:r w:rsidRPr="00366654">
        <w:rPr>
          <w:sz w:val="28"/>
          <w:szCs w:val="28"/>
        </w:rPr>
        <w:tab/>
        <w:t xml:space="preserve">sie </w:t>
      </w:r>
      <w:r w:rsidRPr="00366654">
        <w:rPr>
          <w:b/>
          <w:sz w:val="28"/>
          <w:szCs w:val="28"/>
        </w:rPr>
        <w:t>wünsche</w:t>
      </w:r>
      <w:r w:rsidRPr="00366654">
        <w:rPr>
          <w:sz w:val="28"/>
          <w:szCs w:val="28"/>
        </w:rPr>
        <w:t xml:space="preserve"> sich Frieden.</w:t>
      </w:r>
    </w:p>
    <w:p w:rsidR="00366654" w:rsidRPr="00366654" w:rsidRDefault="00366654" w:rsidP="00366654">
      <w:pPr>
        <w:pStyle w:val="Textkrper"/>
        <w:rPr>
          <w:sz w:val="28"/>
          <w:szCs w:val="28"/>
        </w:rPr>
      </w:pPr>
    </w:p>
    <w:p w:rsidR="00366654" w:rsidRPr="00366654" w:rsidRDefault="00366654" w:rsidP="00366654">
      <w:pPr>
        <w:pStyle w:val="Textkrper"/>
        <w:rPr>
          <w:sz w:val="28"/>
          <w:szCs w:val="28"/>
        </w:rPr>
      </w:pPr>
      <w:r w:rsidRPr="00366654">
        <w:rPr>
          <w:sz w:val="28"/>
          <w:szCs w:val="28"/>
        </w:rPr>
        <w:tab/>
      </w:r>
      <w:r w:rsidRPr="00366654">
        <w:rPr>
          <w:sz w:val="28"/>
          <w:szCs w:val="28"/>
        </w:rPr>
        <w:tab/>
      </w:r>
      <w:r w:rsidRPr="00366654">
        <w:rPr>
          <w:sz w:val="28"/>
          <w:szCs w:val="28"/>
        </w:rPr>
        <w:tab/>
        <w:t xml:space="preserve">dass </w:t>
      </w:r>
      <w:bookmarkStart w:id="0" w:name="_GoBack"/>
      <w:bookmarkEnd w:id="0"/>
      <w:r w:rsidRPr="00366654">
        <w:rPr>
          <w:sz w:val="28"/>
          <w:szCs w:val="28"/>
        </w:rPr>
        <w:tab/>
        <w:t xml:space="preserve">es keine Lösung </w:t>
      </w:r>
      <w:r w:rsidRPr="00366654">
        <w:rPr>
          <w:b/>
          <w:sz w:val="28"/>
          <w:szCs w:val="28"/>
        </w:rPr>
        <w:t>gebe</w:t>
      </w:r>
      <w:r w:rsidRPr="00366654">
        <w:rPr>
          <w:sz w:val="28"/>
          <w:szCs w:val="28"/>
        </w:rPr>
        <w:t>.</w:t>
      </w:r>
      <w:r w:rsidRPr="00366654">
        <w:rPr>
          <w:sz w:val="28"/>
          <w:szCs w:val="28"/>
        </w:rPr>
        <w:tab/>
      </w:r>
      <w:r w:rsidRPr="00366654">
        <w:rPr>
          <w:sz w:val="28"/>
          <w:szCs w:val="28"/>
        </w:rPr>
        <w:tab/>
      </w:r>
      <w:r w:rsidRPr="00366654">
        <w:rPr>
          <w:sz w:val="28"/>
          <w:szCs w:val="28"/>
        </w:rPr>
        <w:tab/>
        <w:t>dass</w:t>
      </w:r>
      <w:r w:rsidRPr="00366654">
        <w:rPr>
          <w:sz w:val="28"/>
          <w:szCs w:val="28"/>
        </w:rPr>
        <w:tab/>
        <w:t xml:space="preserve">sie sich Frieden </w:t>
      </w:r>
      <w:r w:rsidRPr="00366654">
        <w:rPr>
          <w:b/>
          <w:sz w:val="28"/>
          <w:szCs w:val="28"/>
        </w:rPr>
        <w:t>wünsche</w:t>
      </w:r>
      <w:r w:rsidRPr="00366654">
        <w:rPr>
          <w:sz w:val="28"/>
          <w:szCs w:val="28"/>
        </w:rPr>
        <w:t>.</w:t>
      </w:r>
    </w:p>
    <w:p w:rsidR="00366654" w:rsidRDefault="00366654" w:rsidP="00366654">
      <w:pPr>
        <w:pStyle w:val="Textkrper"/>
      </w:pPr>
    </w:p>
    <w:p w:rsidR="00366654" w:rsidRPr="00366654" w:rsidRDefault="00366654" w:rsidP="00366654">
      <w:pPr>
        <w:pStyle w:val="Textkrper-Erstzeileneinzug"/>
      </w:pPr>
    </w:p>
    <w:p w:rsidR="00366654" w:rsidRPr="00366654" w:rsidRDefault="00366654" w:rsidP="00366654">
      <w:pPr>
        <w:pStyle w:val="Textkrper"/>
        <w:rPr>
          <w:b/>
          <w:sz w:val="36"/>
          <w:szCs w:val="36"/>
          <w:u w:val="single"/>
        </w:rPr>
      </w:pPr>
      <w:r w:rsidRPr="00366654">
        <w:rPr>
          <w:b/>
          <w:sz w:val="36"/>
          <w:szCs w:val="36"/>
          <w:u w:val="single"/>
        </w:rPr>
        <w:t>REGEL</w:t>
      </w:r>
    </w:p>
    <w:p w:rsidR="00366654" w:rsidRPr="00366654" w:rsidRDefault="00366654" w:rsidP="00366654">
      <w:pPr>
        <w:pStyle w:val="Textkrper"/>
      </w:pPr>
    </w:p>
    <w:p w:rsidR="00366654" w:rsidRPr="00366654" w:rsidRDefault="00366654" w:rsidP="00366654">
      <w:pPr>
        <w:pStyle w:val="Textkrper"/>
        <w:numPr>
          <w:ilvl w:val="0"/>
          <w:numId w:val="24"/>
        </w:numPr>
        <w:rPr>
          <w:sz w:val="32"/>
          <w:szCs w:val="32"/>
        </w:rPr>
      </w:pPr>
      <w:r w:rsidRPr="00366654">
        <w:rPr>
          <w:sz w:val="32"/>
          <w:szCs w:val="32"/>
        </w:rPr>
        <w:t>Finde den _______________________ (die Grundform) des Verbes!</w:t>
      </w:r>
    </w:p>
    <w:p w:rsidR="00366654" w:rsidRPr="00366654" w:rsidRDefault="00366654" w:rsidP="00366654">
      <w:pPr>
        <w:pStyle w:val="Textkrper"/>
        <w:rPr>
          <w:sz w:val="32"/>
          <w:szCs w:val="32"/>
        </w:rPr>
      </w:pPr>
    </w:p>
    <w:p w:rsidR="00366654" w:rsidRPr="00366654" w:rsidRDefault="00366654" w:rsidP="00366654">
      <w:pPr>
        <w:pStyle w:val="Textkrper"/>
        <w:numPr>
          <w:ilvl w:val="0"/>
          <w:numId w:val="24"/>
        </w:numPr>
        <w:rPr>
          <w:sz w:val="32"/>
          <w:szCs w:val="32"/>
        </w:rPr>
      </w:pPr>
      <w:r w:rsidRPr="00366654">
        <w:rPr>
          <w:sz w:val="32"/>
          <w:szCs w:val="32"/>
        </w:rPr>
        <w:t>Kürze bzw. streiche den Buchstaben ______________!</w:t>
      </w:r>
    </w:p>
    <w:p w:rsidR="00CD6932" w:rsidRPr="0044650F" w:rsidRDefault="00CD6932" w:rsidP="0044650F"/>
    <w:sectPr w:rsidR="00CD6932" w:rsidRPr="0044650F" w:rsidSect="00856DC6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418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AD5" w:rsidRDefault="00034AD5" w:rsidP="001E03DE">
      <w:r>
        <w:separator/>
      </w:r>
    </w:p>
  </w:endnote>
  <w:endnote w:type="continuationSeparator" w:id="0">
    <w:p w:rsidR="00034AD5" w:rsidRDefault="00034AD5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DC6" w:rsidRPr="00856DC6" w:rsidRDefault="00856DC6" w:rsidP="00856DC6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rFonts w:asciiTheme="minorHAnsi" w:eastAsia="Times New Roman" w:hAnsiTheme="minorHAnsi" w:cs="Times New Roman"/>
        <w:sz w:val="18"/>
        <w:szCs w:val="20"/>
        <w:lang w:eastAsia="de-DE"/>
      </w:rPr>
    </w:pPr>
  </w:p>
  <w:tbl>
    <w:tblPr>
      <w:tblStyle w:val="Tabellenraster1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856DC6" w:rsidRPr="00856DC6" w:rsidTr="00842B1B">
      <w:tc>
        <w:tcPr>
          <w:tcW w:w="817" w:type="dxa"/>
        </w:tcPr>
        <w:p w:rsidR="00856DC6" w:rsidRPr="00856DC6" w:rsidRDefault="00856DC6" w:rsidP="00856DC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13574" w:type="dxa"/>
        </w:tcPr>
        <w:p w:rsidR="00856DC6" w:rsidRPr="00856DC6" w:rsidRDefault="00856DC6" w:rsidP="00856DC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318" w:type="dxa"/>
        </w:tcPr>
        <w:p w:rsidR="00856DC6" w:rsidRPr="00856DC6" w:rsidRDefault="00856DC6" w:rsidP="00856DC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856DC6" w:rsidRPr="00856DC6" w:rsidTr="00842B1B">
      <w:tc>
        <w:tcPr>
          <w:tcW w:w="817" w:type="dxa"/>
        </w:tcPr>
        <w:p w:rsidR="00856DC6" w:rsidRPr="00856DC6" w:rsidRDefault="00856DC6" w:rsidP="00856DC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856DC6">
            <w:rPr>
              <w:rFonts w:eastAsia="Times New Roman" w:cs="Times New Roman"/>
              <w:sz w:val="18"/>
              <w:szCs w:val="20"/>
              <w:lang w:eastAsia="de-DE"/>
            </w:rPr>
            <w:t xml:space="preserve">Fach: </w:t>
          </w:r>
        </w:p>
      </w:tc>
      <w:tc>
        <w:tcPr>
          <w:tcW w:w="13574" w:type="dxa"/>
        </w:tcPr>
        <w:p w:rsidR="00856DC6" w:rsidRPr="00856DC6" w:rsidRDefault="00856DC6" w:rsidP="00856DC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856DC6">
            <w:rPr>
              <w:rFonts w:eastAsia="Times New Roman" w:cs="Times New Roman"/>
              <w:sz w:val="18"/>
              <w:szCs w:val="20"/>
              <w:lang w:eastAsia="de-DE"/>
            </w:rPr>
            <w:t>Deutsch</w:t>
          </w:r>
        </w:p>
      </w:tc>
      <w:tc>
        <w:tcPr>
          <w:tcW w:w="318" w:type="dxa"/>
        </w:tcPr>
        <w:p w:rsidR="00856DC6" w:rsidRPr="00856DC6" w:rsidRDefault="00856DC6" w:rsidP="00856DC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856DC6" w:rsidRPr="00856DC6" w:rsidTr="00842B1B">
      <w:tc>
        <w:tcPr>
          <w:tcW w:w="817" w:type="dxa"/>
        </w:tcPr>
        <w:p w:rsidR="00856DC6" w:rsidRPr="00856DC6" w:rsidRDefault="00856DC6" w:rsidP="00856DC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856DC6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13574" w:type="dxa"/>
        </w:tcPr>
        <w:p w:rsidR="00856DC6" w:rsidRPr="00856DC6" w:rsidRDefault="00371A5D" w:rsidP="00856DC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371A5D">
            <w:rPr>
              <w:rFonts w:eastAsia="Times New Roman" w:cs="Times New Roman"/>
              <w:sz w:val="18"/>
              <w:szCs w:val="20"/>
              <w:lang w:eastAsia="de-DE"/>
            </w:rPr>
            <w:t>Texte angemessen wiedergeben: Techniken und Fachbegriffe</w:t>
          </w:r>
        </w:p>
      </w:tc>
      <w:tc>
        <w:tcPr>
          <w:tcW w:w="318" w:type="dxa"/>
        </w:tcPr>
        <w:p w:rsidR="00856DC6" w:rsidRPr="00856DC6" w:rsidRDefault="00856DC6" w:rsidP="00856DC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856DC6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856DC6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856DC6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371A5D">
            <w:rPr>
              <w:rFonts w:eastAsia="Times New Roman" w:cs="Times New Roman"/>
              <w:noProof/>
              <w:sz w:val="20"/>
              <w:szCs w:val="20"/>
              <w:lang w:eastAsia="de-DE"/>
            </w:rPr>
            <w:t>1</w:t>
          </w:r>
          <w:r w:rsidRPr="00856DC6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856DC6" w:rsidRDefault="00856DC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431"/>
      <w:gridCol w:w="669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856DC6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AD5" w:rsidRDefault="00034AD5" w:rsidP="001E03DE">
      <w:r>
        <w:separator/>
      </w:r>
    </w:p>
  </w:footnote>
  <w:footnote w:type="continuationSeparator" w:id="0">
    <w:p w:rsidR="00034AD5" w:rsidRDefault="00034AD5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DC6" w:rsidRPr="00856DC6" w:rsidRDefault="00856DC6" w:rsidP="00856DC6">
    <w:pPr>
      <w:tabs>
        <w:tab w:val="right" w:pos="9921"/>
      </w:tabs>
      <w:overflowPunct w:val="0"/>
      <w:autoSpaceDE w:val="0"/>
      <w:autoSpaceDN w:val="0"/>
      <w:adjustRightInd w:val="0"/>
      <w:textAlignment w:val="baseline"/>
      <w:rPr>
        <w:rFonts w:eastAsia="Times New Roman" w:cs="Times New Roman"/>
        <w:szCs w:val="20"/>
        <w:lang w:eastAsia="de-DE"/>
      </w:rPr>
    </w:pPr>
    <w:r w:rsidRPr="00856DC6">
      <w:rPr>
        <w:rFonts w:eastAsia="Times New Roman" w:cs="Times New Roman"/>
        <w:noProof/>
        <w:szCs w:val="20"/>
        <w:lang w:eastAsia="de-DE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1B02EA96" wp14:editId="59EE374F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25" name="Gruppieren 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6DC6" w:rsidRPr="00E20335" w:rsidRDefault="00856DC6" w:rsidP="00856DC6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7" name="Grafik 2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8" name="Gerade Verbindung 28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5" o:spid="_x0000_s1038" style="position:absolute;margin-left:48.75pt;margin-top:23.25pt;width:731.25pt;height:34.3pt;z-index:251669504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CkYHja4AAAAAoBAAAPAAAAZHJzL2Rv&#10;d25yZXYueG1sTI9BS8NAEIXvgv9hGcGb3URNrDGbUop6KgVboXibZqdJaHY3ZLdJ+u+dnvQ0M7zH&#10;m+/li8m0YqDeN84qiGcRCLKl042tFHzvPh7mIHxAq7F1lhRcyMOiuL3JMdNutF80bEMlOMT6DBXU&#10;IXSZlL6syaCfuY4sa0fXGwx89pXUPY4cblr5GEWpNNhY/lBjR6uaytP2bBR8jjgun+L3YX06ri4/&#10;u2SzX8ek1P3dtHwDEWgKf2a44jM6FMx0cGervWgVvL4k7FTwnPK86kkacbkDb3ESgyxy+b9C8Qs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AIF/J2HBAAAiwoAAA4AAAAAAAAAAAAAAAAAPAIA&#10;AGRycy9lMm9Eb2MueG1sUEsBAi0AFAAGAAgAAAAhAE+hrsW6AAAAIQEAABkAAAAAAAAAAAAAAAAA&#10;7wYAAGRycy9fcmVscy9lMm9Eb2MueG1sLnJlbHNQSwECLQAUAAYACAAAACEApGB42uAAAAAKAQAA&#10;DwAAAAAAAAAAAAAAAADg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9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gML8EA&#10;AADbAAAADwAAAGRycy9kb3ducmV2LnhtbESP0YrCMBRE3wX/IVzBF1lTxa1ajaKC4quuH3Btrm2x&#10;uSlNtPXvjSDs4zAzZ5jlujWleFLtCssKRsMIBHFqdcGZgsvf/mcGwnlkjaVlUvAiB+tVt7PERNuG&#10;T/Q8+0wECLsEFeTeV4mULs3JoBvaijh4N1sb9EHWmdQ1NgFuSjmOolgaLDgs5FjRLqf0fn4YBbdj&#10;M/idN9eDv0xPk3iLxfR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oDC/BAAAA2wAAAA8AAAAAAAAAAAAAAAAAmAIAAGRycy9kb3du&#10;cmV2LnhtbFBLBQYAAAAABAAEAPUAAACGAwAAAAA=&#10;" stroked="f">
                <v:textbox>
                  <w:txbxContent>
                    <w:p w:rsidR="00856DC6" w:rsidRPr="00E20335" w:rsidRDefault="00856DC6" w:rsidP="00856DC6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40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CXEzDAAAA2wAAAA8AAABkcnMvZG93bnJldi54bWxEj0FrAjEUhO8F/0N4Qm81qYdWVqNYUSgU&#10;ld324u2xeW4WNy/LJur6701B8DjMzDfMbNG7RlyoC7VnDe8jBYK49KbmSsPf7+ZtAiJEZIONZ9Jw&#10;owCL+eBlhpnxV87pUsRKJAiHDDXYGNtMylBachhGviVO3tF3DmOSXSVNh9cEd40cK/UhHdacFiy2&#10;tLJUnoqz01AX293ktt6U9itX+2IdFf4cTlq/DvvlFESkPj7Dj/a30TD+hP8v6QfI+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AJcTMMAAADbAAAADwAAAAAAAAAAAAAAAACf&#10;AgAAZHJzL2Rvd25yZXYueG1sUEsFBgAAAAAEAAQA9wAAAI8DAAAAAA==&#10;">
                <v:imagedata r:id="rId2" o:title=""/>
                <v:path arrowok="t"/>
              </v:shape>
              <v:line id="Gerade Verbindung 28" o:spid="_x0000_s1041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GcaMIAAADbAAAADwAAAGRycy9kb3ducmV2LnhtbESPwW7CMAyG70h7h8hIu0EKhwl1BARo&#10;oJ0mwcq4Wo1pKxqnSkIpbz8fJu1o/f4/f16uB9eqnkJsPBuYTTNQxKW3DVcGiu/9ZAEqJmSLrWcy&#10;8KQI69XLaIm59Q8+Un9KlRIIxxwN1Cl1udaxrMlhnPqOWLKrDw6TjKHSNuBD4K7V8yx70w4blgs1&#10;drSrqbyd7k40vraHYtezw+cxXIpFOfv5OJyNeR0Pm3dQiYb0v/zX/rQG5iIrvwgA9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hGcaM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:rsidR="00856DC6" w:rsidRDefault="00856DC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6789815" wp14:editId="7B6F3537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42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43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44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45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72109F"/>
    <w:multiLevelType w:val="hybridMultilevel"/>
    <w:tmpl w:val="BAC2479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  <w:num w:numId="1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9"/>
  </w:num>
  <w:num w:numId="18">
    <w:abstractNumId w:val="9"/>
  </w:num>
  <w:num w:numId="19">
    <w:abstractNumId w:val="9"/>
  </w:num>
  <w:num w:numId="20">
    <w:abstractNumId w:val="6"/>
  </w:num>
  <w:num w:numId="21">
    <w:abstractNumId w:val="1"/>
  </w:num>
  <w:num w:numId="22">
    <w:abstractNumId w:val="10"/>
  </w:num>
  <w:num w:numId="23">
    <w:abstractNumId w:val="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654"/>
    <w:rsid w:val="00034AD5"/>
    <w:rsid w:val="001A2103"/>
    <w:rsid w:val="001E03DE"/>
    <w:rsid w:val="002223B8"/>
    <w:rsid w:val="00296589"/>
    <w:rsid w:val="00366654"/>
    <w:rsid w:val="00371A5D"/>
    <w:rsid w:val="0043707E"/>
    <w:rsid w:val="00445B6B"/>
    <w:rsid w:val="0044650F"/>
    <w:rsid w:val="00856DC6"/>
    <w:rsid w:val="008A6B36"/>
    <w:rsid w:val="008A7911"/>
    <w:rsid w:val="009533B3"/>
    <w:rsid w:val="009935DA"/>
    <w:rsid w:val="009C05F9"/>
    <w:rsid w:val="00A87D8B"/>
    <w:rsid w:val="00B127D0"/>
    <w:rsid w:val="00B3418A"/>
    <w:rsid w:val="00C1176F"/>
    <w:rsid w:val="00C22DA6"/>
    <w:rsid w:val="00C329C9"/>
    <w:rsid w:val="00CD6932"/>
    <w:rsid w:val="00DA114A"/>
    <w:rsid w:val="00DC7E46"/>
    <w:rsid w:val="00E15C59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856DC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856DC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handreichung\formatvorlage.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C7AD3-D7BE-4380-94A8-165BDA790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formatvorlage.kopie.dotx</Template>
  <TotalTime>0</TotalTime>
  <Pages>1</Pages>
  <Words>58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Barbian, Markus (LS)</cp:lastModifiedBy>
  <cp:revision>4</cp:revision>
  <cp:lastPrinted>2016-11-07T13:26:00Z</cp:lastPrinted>
  <dcterms:created xsi:type="dcterms:W3CDTF">2017-11-21T18:08:00Z</dcterms:created>
  <dcterms:modified xsi:type="dcterms:W3CDTF">2018-06-28T06:09:00Z</dcterms:modified>
</cp:coreProperties>
</file>